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CER3S2NCDE</w:t>
            </w:r>
          </w:p>
        </w:tc>
      </w:tr>
      <w:tr w:rsidR="00DF02D3" w:rsidTr="00B77228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Bottle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02D3" w:rsidRDefault="00DF02D3" w:rsidP="003D112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</w:t>
            </w:r>
            <w:r w:rsidR="003D1129">
              <w:rPr>
                <w:rFonts w:asciiTheme="minorHAnsi" w:hAnsiTheme="minorHAnsi" w:cstheme="minorHAnsi"/>
              </w:rPr>
              <w:t>ea CLASSIC faucet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  <w:bookmarkStart w:id="0" w:name="_GoBack"/>
            <w:bookmarkEnd w:id="0"/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28" w:rsidRDefault="00B77228" w:rsidP="00187130">
      <w:pPr>
        <w:spacing w:line="240" w:lineRule="auto"/>
      </w:pPr>
      <w:r>
        <w:separator/>
      </w:r>
    </w:p>
  </w:endnote>
  <w:endnote w:type="continuationSeparator" w:id="0">
    <w:p w:rsidR="00B77228" w:rsidRDefault="00B7722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Default="00B7722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7228" w:rsidRPr="00187130" w:rsidTr="00187130">
      <w:tc>
        <w:tcPr>
          <w:tcW w:w="2986" w:type="dxa"/>
        </w:tcPr>
        <w:p w:rsidR="00B77228" w:rsidRPr="00187130" w:rsidRDefault="00B772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BC4F62">
            <w:rPr>
              <w:sz w:val="16"/>
              <w:szCs w:val="16"/>
            </w:rPr>
            <w:fldChar w:fldCharType="begin"/>
          </w:r>
          <w:r w:rsidR="00BC4F62">
            <w:rPr>
              <w:sz w:val="16"/>
              <w:szCs w:val="16"/>
              <w:lang w:val="de-DE"/>
            </w:rPr>
            <w:instrText xml:space="preserve"> TIME \@ "dd.MM.yyyy" </w:instrText>
          </w:r>
          <w:r w:rsidR="00BC4F62">
            <w:rPr>
              <w:sz w:val="16"/>
              <w:szCs w:val="16"/>
            </w:rPr>
            <w:fldChar w:fldCharType="separate"/>
          </w:r>
          <w:r w:rsidR="00BC4F62">
            <w:rPr>
              <w:noProof/>
              <w:sz w:val="16"/>
              <w:szCs w:val="16"/>
              <w:lang w:val="de-DE"/>
            </w:rPr>
            <w:t>28.01.2020</w:t>
          </w:r>
          <w:r w:rsidR="00BC4F6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7228" w:rsidRPr="000E101F" w:rsidRDefault="00B7722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7228" w:rsidRPr="00187130" w:rsidRDefault="00B77228" w:rsidP="00B7722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7228" w:rsidRDefault="00B7722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28" w:rsidRDefault="00B77228" w:rsidP="00187130">
      <w:pPr>
        <w:spacing w:line="240" w:lineRule="auto"/>
      </w:pPr>
      <w:r>
        <w:separator/>
      </w:r>
    </w:p>
  </w:footnote>
  <w:footnote w:type="continuationSeparator" w:id="0">
    <w:p w:rsidR="00B77228" w:rsidRDefault="00B7722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Pr="00187130" w:rsidRDefault="00B7722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74F44"/>
    <w:rsid w:val="00187130"/>
    <w:rsid w:val="00211335"/>
    <w:rsid w:val="002168C5"/>
    <w:rsid w:val="00357D07"/>
    <w:rsid w:val="003833B6"/>
    <w:rsid w:val="003D112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77228"/>
    <w:rsid w:val="00B926E8"/>
    <w:rsid w:val="00BB7D7A"/>
    <w:rsid w:val="00BC4F62"/>
    <w:rsid w:val="00C2725C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09B6698-30C2-4005-9CE9-FDBE3852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2015-05-21T10:48:00Z</dcterms:created>
  <dcterms:modified xsi:type="dcterms:W3CDTF">2020-01-28T14:17:00Z</dcterms:modified>
</cp:coreProperties>
</file>